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eastAsia="仿宋_GB2312"/>
          <w:color w:val="000000"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广东财经大学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二十一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学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生代表大会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正式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代表名额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分配</w:t>
      </w:r>
    </w:p>
    <w:tbl>
      <w:tblPr>
        <w:tblStyle w:val="13"/>
        <w:tblW w:w="44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6"/>
        <w:gridCol w:w="2088"/>
        <w:gridCol w:w="1917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选举单位</w:t>
            </w:r>
          </w:p>
        </w:tc>
        <w:tc>
          <w:tcPr>
            <w:tcW w:w="1320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校、院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学生会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工作人员名额</w:t>
            </w:r>
          </w:p>
          <w:p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（不多于）</w:t>
            </w:r>
          </w:p>
        </w:tc>
        <w:tc>
          <w:tcPr>
            <w:tcW w:w="1212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优秀学生名额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优先推荐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班级和学生社团团支部委员，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不少于）</w:t>
            </w:r>
          </w:p>
        </w:tc>
        <w:tc>
          <w:tcPr>
            <w:tcW w:w="691" w:type="pct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经济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工商管理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粤商学院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14</w:t>
            </w:r>
            <w:bookmarkStart w:id="0" w:name="_GoBack"/>
            <w:bookmarkEnd w:id="0"/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法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会计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金融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财政税务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人文与传播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网络传播学院（合署）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信息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公共管理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艺术与设计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外国语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文化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旅游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与地理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统计与数学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国际商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湾区影视产业学院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智能财会管理学院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数字经济学院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人力资源学院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总计</w:t>
            </w:r>
          </w:p>
        </w:tc>
        <w:tc>
          <w:tcPr>
            <w:tcW w:w="1320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124</w:t>
            </w:r>
          </w:p>
        </w:tc>
        <w:tc>
          <w:tcPr>
            <w:tcW w:w="1212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201</w:t>
            </w:r>
          </w:p>
        </w:tc>
        <w:tc>
          <w:tcPr>
            <w:tcW w:w="691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325</w:t>
            </w:r>
          </w:p>
        </w:tc>
      </w:tr>
    </w:tbl>
    <w:p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说明：</w:t>
      </w:r>
    </w:p>
    <w:p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选举单位按比例得出正式代表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</w:rPr>
        <w:t>名额不足3人的，以3人计</w:t>
      </w:r>
    </w:p>
    <w:p>
      <w:pPr>
        <w:wordWrap w:val="0"/>
        <w:spacing w:line="360" w:lineRule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  <w:r>
      <w:rPr>
        <w:b/>
        <w:bCs/>
        <w:color w:val="3366FF"/>
      </w:rPr>
      <w:t xml:space="preserve">  </w:t>
    </w:r>
    <w:r>
      <w:rPr>
        <w:b/>
        <w:bCs/>
        <w:color w:val="3366FF"/>
      </w:rPr>
      <w:drawing>
        <wp:inline distT="0" distB="0" distL="114300" distR="114300">
          <wp:extent cx="1250950" cy="411480"/>
          <wp:effectExtent l="0" t="0" r="6350" b="7620"/>
          <wp:docPr id="1" name="图片 1" descr="微信图片_20200921145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微信图片_20200921145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950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hint="eastAsia" w:ascii="宋体" w:hAnsi="宋体"/>
        <w:b/>
        <w:color w:val="3366FF"/>
        <w:sz w:val="21"/>
        <w:szCs w:val="21"/>
      </w:rPr>
      <w:t>gdufexsh@163.com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09490961"/>
    <w:rsid w:val="0A6467F8"/>
    <w:rsid w:val="109A73A9"/>
    <w:rsid w:val="13E67A16"/>
    <w:rsid w:val="14B96089"/>
    <w:rsid w:val="1E1309BA"/>
    <w:rsid w:val="1FAE3F01"/>
    <w:rsid w:val="1FFA2E4C"/>
    <w:rsid w:val="20F53EAC"/>
    <w:rsid w:val="2104794D"/>
    <w:rsid w:val="214E201A"/>
    <w:rsid w:val="219E1E5F"/>
    <w:rsid w:val="224B2F0A"/>
    <w:rsid w:val="236B02F6"/>
    <w:rsid w:val="239B491B"/>
    <w:rsid w:val="25D635FE"/>
    <w:rsid w:val="29AA7D01"/>
    <w:rsid w:val="2A333905"/>
    <w:rsid w:val="2A725E4F"/>
    <w:rsid w:val="2CE73BBF"/>
    <w:rsid w:val="2F035BC2"/>
    <w:rsid w:val="333724D7"/>
    <w:rsid w:val="34093046"/>
    <w:rsid w:val="35130385"/>
    <w:rsid w:val="3581469A"/>
    <w:rsid w:val="3BCC672B"/>
    <w:rsid w:val="3DA71BC4"/>
    <w:rsid w:val="466F25D2"/>
    <w:rsid w:val="48595BD9"/>
    <w:rsid w:val="4EEE44AA"/>
    <w:rsid w:val="53867F17"/>
    <w:rsid w:val="56D8418E"/>
    <w:rsid w:val="5DD27D55"/>
    <w:rsid w:val="5E90473E"/>
    <w:rsid w:val="5EBC1FD5"/>
    <w:rsid w:val="622F164F"/>
    <w:rsid w:val="634738A4"/>
    <w:rsid w:val="64F43EF5"/>
    <w:rsid w:val="6B4E7E2F"/>
    <w:rsid w:val="6CFD2BF2"/>
    <w:rsid w:val="71A04854"/>
    <w:rsid w:val="732B4A52"/>
    <w:rsid w:val="733E471B"/>
    <w:rsid w:val="74AB7E9E"/>
    <w:rsid w:val="793A2F2E"/>
    <w:rsid w:val="7992643E"/>
    <w:rsid w:val="7B4E31EF"/>
    <w:rsid w:val="7B952838"/>
    <w:rsid w:val="7E870F46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2</Pages>
  <Words>288</Words>
  <Characters>325</Characters>
  <Lines>11</Lines>
  <Paragraphs>3</Paragraphs>
  <TotalTime>9</TotalTime>
  <ScaleCrop>false</ScaleCrop>
  <LinksUpToDate>false</LinksUpToDate>
  <CharactersWithSpaces>325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薛云峰</cp:lastModifiedBy>
  <cp:lastPrinted>2017-09-26T00:07:00Z</cp:lastPrinted>
  <dcterms:modified xsi:type="dcterms:W3CDTF">2022-10-19T03:02:13Z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7CB29D4961F248658EA5625661FE87A5</vt:lpwstr>
  </property>
</Properties>
</file>